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E2" w:rsidRPr="00135FF9" w:rsidRDefault="00786BE2" w:rsidP="001910CC">
      <w:pPr>
        <w:tabs>
          <w:tab w:val="left" w:pos="4536"/>
        </w:tabs>
        <w:ind w:left="5610" w:hanging="1100"/>
        <w:rPr>
          <w:sz w:val="20"/>
          <w:szCs w:val="20"/>
        </w:rPr>
      </w:pPr>
      <w:r>
        <w:tab/>
      </w:r>
      <w:r w:rsidRPr="00135FF9">
        <w:rPr>
          <w:sz w:val="20"/>
          <w:szCs w:val="20"/>
        </w:rPr>
        <w:t xml:space="preserve">Tárgy: </w:t>
      </w:r>
      <w:r w:rsidRPr="00135FF9">
        <w:rPr>
          <w:sz w:val="20"/>
          <w:szCs w:val="20"/>
        </w:rPr>
        <w:tab/>
      </w:r>
      <w:r w:rsidR="001C11D9">
        <w:rPr>
          <w:sz w:val="20"/>
          <w:szCs w:val="20"/>
        </w:rPr>
        <w:tab/>
      </w:r>
      <w:r w:rsidR="001C11D9" w:rsidRPr="001C11D9">
        <w:rPr>
          <w:sz w:val="20"/>
          <w:szCs w:val="20"/>
        </w:rPr>
        <w:t>Árajánlat kérés</w:t>
      </w:r>
    </w:p>
    <w:p w:rsidR="00786BE2" w:rsidRPr="00FD4389" w:rsidRDefault="00786BE2" w:rsidP="00325875">
      <w:pPr>
        <w:tabs>
          <w:tab w:val="left" w:pos="4536"/>
        </w:tabs>
        <w:rPr>
          <w:sz w:val="20"/>
          <w:szCs w:val="20"/>
        </w:rPr>
      </w:pPr>
      <w:r w:rsidRPr="00135FF9">
        <w:rPr>
          <w:sz w:val="20"/>
          <w:szCs w:val="20"/>
        </w:rPr>
        <w:tab/>
        <w:t>Ügyintéző:</w:t>
      </w:r>
      <w:r w:rsidRPr="00135FF9">
        <w:rPr>
          <w:sz w:val="20"/>
          <w:szCs w:val="20"/>
        </w:rPr>
        <w:tab/>
      </w:r>
      <w:r w:rsidR="001C11D9" w:rsidRPr="001C11D9">
        <w:rPr>
          <w:sz w:val="20"/>
          <w:szCs w:val="20"/>
        </w:rPr>
        <w:t xml:space="preserve">Király </w:t>
      </w:r>
      <w:proofErr w:type="gramStart"/>
      <w:r w:rsidR="001C11D9" w:rsidRPr="001C11D9">
        <w:rPr>
          <w:sz w:val="20"/>
          <w:szCs w:val="20"/>
        </w:rPr>
        <w:t>Csaba  tű</w:t>
      </w:r>
      <w:proofErr w:type="gramEnd"/>
      <w:r w:rsidR="001C11D9" w:rsidRPr="001C11D9">
        <w:rPr>
          <w:sz w:val="20"/>
          <w:szCs w:val="20"/>
        </w:rPr>
        <w:t xml:space="preserve">. </w:t>
      </w:r>
      <w:proofErr w:type="spellStart"/>
      <w:r w:rsidR="001C11D9" w:rsidRPr="001C11D9">
        <w:rPr>
          <w:sz w:val="20"/>
          <w:szCs w:val="20"/>
        </w:rPr>
        <w:t>örgy</w:t>
      </w:r>
      <w:proofErr w:type="spellEnd"/>
      <w:r w:rsidR="001C11D9" w:rsidRPr="001C11D9">
        <w:rPr>
          <w:sz w:val="20"/>
          <w:szCs w:val="20"/>
        </w:rPr>
        <w:t>.</w:t>
      </w:r>
    </w:p>
    <w:p w:rsidR="00786BE2" w:rsidRPr="009E720A" w:rsidRDefault="00786BE2" w:rsidP="00325875">
      <w:pPr>
        <w:tabs>
          <w:tab w:val="left" w:pos="4536"/>
        </w:tabs>
        <w:rPr>
          <w:sz w:val="18"/>
        </w:rPr>
      </w:pPr>
      <w:r w:rsidRPr="00135FF9">
        <w:rPr>
          <w:sz w:val="20"/>
          <w:szCs w:val="20"/>
        </w:rPr>
        <w:tab/>
        <w:t>Telefon:</w:t>
      </w:r>
      <w:r w:rsidRPr="009E720A">
        <w:rPr>
          <w:sz w:val="18"/>
        </w:rPr>
        <w:tab/>
      </w:r>
      <w:r w:rsidR="001C11D9" w:rsidRPr="00EB4E3C">
        <w:rPr>
          <w:rFonts w:eastAsia="Times New Roman" w:cs="Times New Roman"/>
          <w:sz w:val="20"/>
          <w:szCs w:val="20"/>
          <w:lang w:eastAsia="hu-HU"/>
        </w:rPr>
        <w:t>06 (1) 469-4219</w:t>
      </w:r>
    </w:p>
    <w:p w:rsidR="00786BE2" w:rsidRDefault="00786BE2" w:rsidP="00087896">
      <w:pPr>
        <w:rPr>
          <w:b/>
        </w:rPr>
      </w:pPr>
    </w:p>
    <w:p w:rsidR="00EB4E3C" w:rsidRPr="00EB4E3C" w:rsidRDefault="00EB4E3C" w:rsidP="001C11D9">
      <w:pPr>
        <w:tabs>
          <w:tab w:val="left" w:pos="5400"/>
          <w:tab w:val="left" w:pos="6300"/>
        </w:tabs>
        <w:rPr>
          <w:rFonts w:eastAsia="Times New Roman" w:cs="Times New Roman"/>
          <w:sz w:val="20"/>
          <w:szCs w:val="20"/>
          <w:lang w:eastAsia="hu-HU"/>
        </w:rPr>
      </w:pPr>
      <w:r w:rsidRPr="00EB4E3C">
        <w:rPr>
          <w:rFonts w:eastAsia="Times New Roman" w:cs="Times New Roman"/>
          <w:sz w:val="20"/>
          <w:szCs w:val="20"/>
          <w:lang w:eastAsia="hu-HU"/>
        </w:rPr>
        <w:tab/>
      </w:r>
    </w:p>
    <w:p w:rsidR="0088524D" w:rsidRDefault="0088524D" w:rsidP="00FE678F">
      <w:pPr>
        <w:rPr>
          <w:b/>
          <w:bCs/>
          <w:color w:val="321547"/>
        </w:rPr>
      </w:pPr>
    </w:p>
    <w:p w:rsidR="00FE678F" w:rsidRDefault="00FE678F" w:rsidP="00FE678F">
      <w:pPr>
        <w:rPr>
          <w:b/>
          <w:bCs/>
          <w:color w:val="321547"/>
        </w:rPr>
      </w:pPr>
      <w:bookmarkStart w:id="0" w:name="_GoBack"/>
      <w:bookmarkEnd w:id="0"/>
      <w:proofErr w:type="spellStart"/>
      <w:r>
        <w:rPr>
          <w:b/>
          <w:bCs/>
          <w:color w:val="321547"/>
        </w:rPr>
        <w:t>Hesztia</w:t>
      </w:r>
      <w:proofErr w:type="spellEnd"/>
      <w:r>
        <w:rPr>
          <w:b/>
          <w:bCs/>
          <w:color w:val="321547"/>
        </w:rPr>
        <w:t xml:space="preserve"> Tűzvédelmi és Biztonságtechnikai Kft.</w:t>
      </w:r>
    </w:p>
    <w:p w:rsidR="00FE678F" w:rsidRDefault="00FE678F" w:rsidP="00FE678F">
      <w:pPr>
        <w:rPr>
          <w:b/>
          <w:szCs w:val="24"/>
        </w:rPr>
      </w:pPr>
    </w:p>
    <w:p w:rsidR="00FE678F" w:rsidRPr="00DF5C6E" w:rsidRDefault="00FE678F" w:rsidP="00FE678F">
      <w:pPr>
        <w:rPr>
          <w:b/>
          <w:szCs w:val="24"/>
        </w:rPr>
      </w:pPr>
      <w:proofErr w:type="spellStart"/>
      <w:r w:rsidRPr="00DF5C6E">
        <w:rPr>
          <w:b/>
          <w:szCs w:val="24"/>
        </w:rPr>
        <w:t>Szemler</w:t>
      </w:r>
      <w:proofErr w:type="spellEnd"/>
      <w:r w:rsidRPr="00DF5C6E">
        <w:rPr>
          <w:b/>
          <w:szCs w:val="24"/>
        </w:rPr>
        <w:t xml:space="preserve"> József</w:t>
      </w:r>
    </w:p>
    <w:p w:rsidR="00FE678F" w:rsidRPr="00DF5C6E" w:rsidRDefault="00FE678F" w:rsidP="00FE678F">
      <w:pPr>
        <w:rPr>
          <w:szCs w:val="24"/>
        </w:rPr>
      </w:pPr>
      <w:r w:rsidRPr="00DF5C6E">
        <w:rPr>
          <w:szCs w:val="24"/>
        </w:rPr>
        <w:t>Ügyvezető igazgató</w:t>
      </w:r>
    </w:p>
    <w:p w:rsidR="00FE678F" w:rsidRDefault="00FE678F" w:rsidP="00FE678F">
      <w:pPr>
        <w:rPr>
          <w:b/>
          <w:szCs w:val="24"/>
        </w:rPr>
      </w:pPr>
    </w:p>
    <w:p w:rsidR="00FE678F" w:rsidRDefault="00FE678F" w:rsidP="00FE678F">
      <w:pPr>
        <w:outlineLvl w:val="0"/>
        <w:rPr>
          <w:spacing w:val="20"/>
          <w:szCs w:val="24"/>
          <w:u w:val="single"/>
        </w:rPr>
      </w:pPr>
      <w:r>
        <w:rPr>
          <w:spacing w:val="20"/>
          <w:szCs w:val="24"/>
          <w:u w:val="single"/>
        </w:rPr>
        <w:t>Budapest</w:t>
      </w:r>
      <w:r>
        <w:t>,</w:t>
      </w:r>
      <w:r w:rsidRPr="00B214D0">
        <w:t xml:space="preserve"> </w:t>
      </w:r>
      <w:r>
        <w:t>Csillaghegyi út 13.</w:t>
      </w:r>
    </w:p>
    <w:p w:rsidR="00FE678F" w:rsidRDefault="00FE678F" w:rsidP="00FE678F">
      <w:pPr>
        <w:rPr>
          <w:szCs w:val="24"/>
        </w:rPr>
      </w:pPr>
      <w:r w:rsidRPr="00E907C4">
        <w:rPr>
          <w:szCs w:val="24"/>
        </w:rPr>
        <w:t>10</w:t>
      </w:r>
      <w:r>
        <w:rPr>
          <w:szCs w:val="24"/>
        </w:rPr>
        <w:t>3</w:t>
      </w:r>
      <w:r w:rsidRPr="00E907C4">
        <w:rPr>
          <w:szCs w:val="24"/>
        </w:rPr>
        <w:t>7</w:t>
      </w:r>
    </w:p>
    <w:p w:rsidR="00FE678F" w:rsidRDefault="00FE678F" w:rsidP="00FE678F">
      <w:pPr>
        <w:rPr>
          <w:b/>
          <w:szCs w:val="24"/>
          <w:u w:val="single"/>
        </w:rPr>
      </w:pPr>
    </w:p>
    <w:p w:rsidR="008A2DE6" w:rsidRDefault="00FE678F" w:rsidP="00FE678F">
      <w:pPr>
        <w:outlineLvl w:val="0"/>
        <w:rPr>
          <w:szCs w:val="24"/>
        </w:rPr>
      </w:pPr>
      <w:r>
        <w:rPr>
          <w:b/>
          <w:szCs w:val="24"/>
        </w:rPr>
        <w:t>Tisztelt Ügyvezető igazgató Úr</w:t>
      </w:r>
      <w:r>
        <w:rPr>
          <w:szCs w:val="24"/>
        </w:rPr>
        <w:t>!</w:t>
      </w:r>
      <w:r w:rsidR="008A2DE6">
        <w:rPr>
          <w:szCs w:val="24"/>
        </w:rPr>
        <w:t xml:space="preserve"> </w:t>
      </w:r>
    </w:p>
    <w:p w:rsidR="00EB4E3C" w:rsidRPr="00EB4E3C" w:rsidRDefault="00EB4E3C" w:rsidP="00EB4E3C">
      <w:pPr>
        <w:rPr>
          <w:rFonts w:eastAsia="Times New Roman" w:cs="Times New Roman"/>
          <w:szCs w:val="24"/>
          <w:lang w:eastAsia="hu-HU"/>
        </w:rPr>
      </w:pPr>
    </w:p>
    <w:p w:rsidR="0088524D" w:rsidRDefault="0088524D" w:rsidP="0088524D">
      <w:pPr>
        <w:rPr>
          <w:rFonts w:eastAsia="Times New Roman"/>
          <w:szCs w:val="24"/>
          <w:lang w:eastAsia="hu-HU"/>
        </w:rPr>
      </w:pPr>
      <w:r w:rsidRPr="00C81158">
        <w:rPr>
          <w:rFonts w:eastAsia="Times New Roman"/>
          <w:szCs w:val="24"/>
          <w:lang w:eastAsia="hu-HU"/>
        </w:rPr>
        <w:t>Tájékoztatom, hogy a</w:t>
      </w:r>
      <w:r w:rsidRPr="00D51880">
        <w:rPr>
          <w:rFonts w:eastAsia="Times New Roman"/>
          <w:szCs w:val="24"/>
          <w:lang w:eastAsia="hu-HU"/>
        </w:rPr>
        <w:t xml:space="preserve"> BM Országos Katasztrófavédelmi Főigazgatóság</w:t>
      </w:r>
      <w:r>
        <w:rPr>
          <w:rFonts w:eastAsia="Times New Roman"/>
          <w:szCs w:val="24"/>
          <w:lang w:eastAsia="hu-HU"/>
        </w:rPr>
        <w:t xml:space="preserve"> (a továbbiakban: BM OKF)</w:t>
      </w:r>
      <w:r w:rsidRPr="00C81158">
        <w:rPr>
          <w:rFonts w:eastAsia="Times New Roman"/>
          <w:szCs w:val="24"/>
          <w:lang w:eastAsia="hu-HU"/>
        </w:rPr>
        <w:t xml:space="preserve"> „</w:t>
      </w:r>
      <w:r w:rsidRPr="00D51880">
        <w:rPr>
          <w:rFonts w:eastAsia="Times New Roman"/>
          <w:szCs w:val="24"/>
          <w:lang w:eastAsia="hu-HU"/>
        </w:rPr>
        <w:t xml:space="preserve">Környezetvédelmi és Energiahatékonysági Operatív Program (2014-2020) </w:t>
      </w:r>
      <w:r w:rsidRPr="00F316FB">
        <w:rPr>
          <w:rFonts w:eastAsia="Times New Roman"/>
          <w:szCs w:val="24"/>
          <w:lang w:eastAsia="hu-HU"/>
        </w:rPr>
        <w:t xml:space="preserve">KEHOP-1.6.0-15-2017-00025, Katasztrófavédelmi rendszerek fejlesztése a Balaton régió területén elnevezésű projekt </w:t>
      </w:r>
      <w:r>
        <w:rPr>
          <w:rFonts w:eastAsia="Times New Roman"/>
          <w:szCs w:val="24"/>
          <w:lang w:eastAsia="hu-HU"/>
        </w:rPr>
        <w:t>keretében 6</w:t>
      </w:r>
      <w:r w:rsidRPr="00D51880">
        <w:rPr>
          <w:rFonts w:eastAsia="Times New Roman"/>
          <w:szCs w:val="24"/>
          <w:lang w:eastAsia="hu-HU"/>
        </w:rPr>
        <w:t xml:space="preserve"> db </w:t>
      </w:r>
      <w:r>
        <w:rPr>
          <w:rFonts w:eastAsia="Times New Roman"/>
          <w:szCs w:val="24"/>
          <w:lang w:eastAsia="hu-HU"/>
        </w:rPr>
        <w:t>erdőtüzes gyorsbeavatkozó</w:t>
      </w:r>
      <w:r w:rsidRPr="00D51880">
        <w:rPr>
          <w:rFonts w:eastAsia="Times New Roman"/>
          <w:szCs w:val="24"/>
          <w:lang w:eastAsia="hu-HU"/>
        </w:rPr>
        <w:t xml:space="preserve"> jármű (a továbbiakban: terepi gépjármű)</w:t>
      </w:r>
      <w:r>
        <w:rPr>
          <w:rFonts w:eastAsia="Times New Roman"/>
          <w:szCs w:val="24"/>
          <w:lang w:eastAsia="hu-HU"/>
        </w:rPr>
        <w:t xml:space="preserve"> beszerzését tervezi.</w:t>
      </w:r>
    </w:p>
    <w:p w:rsidR="0088524D" w:rsidRDefault="0088524D" w:rsidP="0088524D">
      <w:pPr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 xml:space="preserve"> </w:t>
      </w:r>
    </w:p>
    <w:p w:rsidR="0088524D" w:rsidRDefault="0088524D" w:rsidP="0088524D">
      <w:pPr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Árajánlatot kérünk Önöktől 6 db terepi gépjármű</w:t>
      </w:r>
      <w:r w:rsidRPr="00D51880">
        <w:rPr>
          <w:rFonts w:eastAsia="Times New Roman"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>mellékelt</w:t>
      </w:r>
      <w:r w:rsidRPr="00D51880">
        <w:rPr>
          <w:rFonts w:eastAsia="Times New Roman"/>
          <w:szCs w:val="24"/>
          <w:lang w:eastAsia="hu-HU"/>
        </w:rPr>
        <w:t xml:space="preserve"> műszaki leírás szerinti speciális átalakítása és a hozzá tartozó eszközökkel történő leszállítása.</w:t>
      </w:r>
      <w:r w:rsidRPr="00D51880">
        <w:rPr>
          <w:rFonts w:eastAsia="SimSun" w:cs="Arial"/>
          <w:kern w:val="3"/>
          <w:szCs w:val="24"/>
          <w:lang w:eastAsia="zh-CN" w:bidi="hi-IN"/>
        </w:rPr>
        <w:t xml:space="preserve"> </w:t>
      </w:r>
      <w:r w:rsidRPr="00D51880">
        <w:rPr>
          <w:rFonts w:eastAsia="Times New Roman"/>
          <w:szCs w:val="24"/>
          <w:lang w:eastAsia="hu-HU"/>
        </w:rPr>
        <w:t xml:space="preserve">A terepi gépjárművet a </w:t>
      </w:r>
      <w:r>
        <w:rPr>
          <w:rFonts w:eastAsia="Times New Roman"/>
          <w:szCs w:val="24"/>
          <w:lang w:eastAsia="hu-HU"/>
        </w:rPr>
        <w:t>BM OKF</w:t>
      </w:r>
      <w:r w:rsidRPr="00D51880">
        <w:rPr>
          <w:rFonts w:eastAsia="Times New Roman"/>
          <w:szCs w:val="24"/>
          <w:lang w:eastAsia="hu-HU"/>
        </w:rPr>
        <w:t xml:space="preserve"> biztosítja.</w:t>
      </w:r>
    </w:p>
    <w:p w:rsidR="0088524D" w:rsidRPr="00D51880" w:rsidRDefault="0088524D" w:rsidP="0088524D"/>
    <w:p w:rsidR="0088524D" w:rsidRPr="00C81158" w:rsidRDefault="0088524D" w:rsidP="0088524D">
      <w:pPr>
        <w:rPr>
          <w:rFonts w:eastAsia="Times New Roman"/>
          <w:szCs w:val="24"/>
          <w:lang w:eastAsia="hu-HU"/>
        </w:rPr>
      </w:pPr>
      <w:r w:rsidRPr="00C81158">
        <w:rPr>
          <w:rFonts w:eastAsia="Times New Roman"/>
          <w:szCs w:val="24"/>
          <w:lang w:eastAsia="hu-HU"/>
        </w:rPr>
        <w:t xml:space="preserve">Kérem, hogy a mellékelt műszaki leírás alapján a </w:t>
      </w:r>
      <w:r>
        <w:rPr>
          <w:rFonts w:eastAsia="Times New Roman"/>
          <w:szCs w:val="24"/>
          <w:lang w:eastAsia="hu-HU"/>
        </w:rPr>
        <w:t xml:space="preserve">terepi gépjárművek speciális átalakítására és az eszközök szállítására </w:t>
      </w:r>
      <w:r w:rsidRPr="00C81158">
        <w:rPr>
          <w:rFonts w:eastAsia="Times New Roman"/>
          <w:szCs w:val="24"/>
          <w:lang w:eastAsia="hu-HU"/>
        </w:rPr>
        <w:t>vonatkozó árajánlatot – járművekre lebontva – 201</w:t>
      </w:r>
      <w:r>
        <w:rPr>
          <w:rFonts w:eastAsia="Times New Roman"/>
          <w:szCs w:val="24"/>
          <w:lang w:eastAsia="hu-HU"/>
        </w:rPr>
        <w:t>9</w:t>
      </w:r>
      <w:r w:rsidRPr="00C81158">
        <w:rPr>
          <w:rFonts w:eastAsia="Times New Roman"/>
          <w:szCs w:val="24"/>
          <w:lang w:eastAsia="hu-HU"/>
        </w:rPr>
        <w:t xml:space="preserve">. </w:t>
      </w:r>
      <w:r>
        <w:rPr>
          <w:rFonts w:eastAsia="Times New Roman"/>
          <w:szCs w:val="24"/>
          <w:lang w:eastAsia="hu-HU"/>
        </w:rPr>
        <w:t>március</w:t>
      </w:r>
      <w:r w:rsidRPr="00C81158">
        <w:rPr>
          <w:rFonts w:eastAsia="Times New Roman"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>01</w:t>
      </w:r>
      <w:r w:rsidRPr="00C81158">
        <w:rPr>
          <w:rFonts w:eastAsia="Times New Roman"/>
          <w:szCs w:val="24"/>
          <w:lang w:eastAsia="hu-HU"/>
        </w:rPr>
        <w:t>-ig megküldeni szíveskedjen.</w:t>
      </w:r>
    </w:p>
    <w:p w:rsidR="0088524D" w:rsidRPr="005A621C" w:rsidRDefault="0088524D" w:rsidP="0088524D">
      <w:pPr>
        <w:rPr>
          <w:rFonts w:eastAsia="Times New Roman"/>
          <w:szCs w:val="24"/>
          <w:lang w:eastAsia="hu-HU"/>
        </w:rPr>
      </w:pPr>
    </w:p>
    <w:p w:rsidR="0088524D" w:rsidRPr="00741ABA" w:rsidRDefault="0088524D" w:rsidP="0088524D">
      <w:pPr>
        <w:rPr>
          <w:rFonts w:eastAsia="Times New Roman"/>
          <w:szCs w:val="24"/>
          <w:lang w:eastAsia="hu-HU"/>
        </w:rPr>
      </w:pPr>
      <w:r w:rsidRPr="00741ABA">
        <w:rPr>
          <w:rFonts w:eastAsia="Times New Roman"/>
          <w:szCs w:val="24"/>
          <w:lang w:eastAsia="hu-HU"/>
        </w:rPr>
        <w:t xml:space="preserve">Budapest, </w:t>
      </w:r>
      <w:r>
        <w:rPr>
          <w:rFonts w:eastAsia="Times New Roman"/>
          <w:szCs w:val="24"/>
          <w:lang w:eastAsia="hu-HU"/>
        </w:rPr>
        <w:fldChar w:fldCharType="begin"/>
      </w:r>
      <w:r>
        <w:rPr>
          <w:rFonts w:eastAsia="Times New Roman"/>
          <w:szCs w:val="24"/>
          <w:lang w:eastAsia="hu-HU"/>
        </w:rPr>
        <w:instrText xml:space="preserve"> TIME \@ "yyyy. MMMM d." </w:instrText>
      </w:r>
      <w:r>
        <w:rPr>
          <w:rFonts w:eastAsia="Times New Roman"/>
          <w:szCs w:val="24"/>
          <w:lang w:eastAsia="hu-HU"/>
        </w:rPr>
        <w:fldChar w:fldCharType="separate"/>
      </w:r>
      <w:r>
        <w:rPr>
          <w:rFonts w:eastAsia="Times New Roman"/>
          <w:noProof/>
          <w:szCs w:val="24"/>
          <w:lang w:eastAsia="hu-HU"/>
        </w:rPr>
        <w:t>2019. február 21.</w:t>
      </w:r>
      <w:r>
        <w:rPr>
          <w:rFonts w:eastAsia="Times New Roman"/>
          <w:szCs w:val="24"/>
          <w:lang w:eastAsia="hu-HU"/>
        </w:rPr>
        <w:fldChar w:fldCharType="end"/>
      </w:r>
    </w:p>
    <w:p w:rsidR="0088524D" w:rsidRDefault="0088524D" w:rsidP="0088524D">
      <w:pPr>
        <w:tabs>
          <w:tab w:val="center" w:pos="6840"/>
        </w:tabs>
        <w:rPr>
          <w:b/>
        </w:rPr>
      </w:pPr>
      <w:r>
        <w:rPr>
          <w:b/>
        </w:rPr>
        <w:tab/>
        <w:t>Tisztelettel</w:t>
      </w:r>
      <w:r w:rsidRPr="00F95D7D">
        <w:rPr>
          <w:b/>
        </w:rPr>
        <w:t>:</w:t>
      </w:r>
    </w:p>
    <w:p w:rsidR="0088524D" w:rsidRPr="00E331A7" w:rsidRDefault="0088524D" w:rsidP="0088524D"/>
    <w:p w:rsidR="0088524D" w:rsidRPr="00E331A7" w:rsidRDefault="0088524D" w:rsidP="0088524D"/>
    <w:p w:rsidR="0088524D" w:rsidRDefault="0088524D" w:rsidP="0088524D">
      <w:pPr>
        <w:tabs>
          <w:tab w:val="center" w:pos="6840"/>
        </w:tabs>
        <w:rPr>
          <w:b/>
        </w:rPr>
      </w:pPr>
      <w:r w:rsidRPr="00F95D7D">
        <w:rPr>
          <w:b/>
        </w:rPr>
        <w:tab/>
      </w:r>
      <w:r>
        <w:rPr>
          <w:b/>
        </w:rPr>
        <w:t>Mitró Zoltán tű. alezredes</w:t>
      </w:r>
    </w:p>
    <w:p w:rsidR="0088524D" w:rsidRDefault="0088524D" w:rsidP="0088524D">
      <w:pPr>
        <w:tabs>
          <w:tab w:val="center" w:pos="6840"/>
        </w:tabs>
        <w:rPr>
          <w:b/>
        </w:rPr>
      </w:pPr>
      <w:r>
        <w:rPr>
          <w:b/>
        </w:rPr>
        <w:tab/>
      </w:r>
      <w:proofErr w:type="gramStart"/>
      <w:r>
        <w:rPr>
          <w:b/>
        </w:rPr>
        <w:t>főosztályvezető-helyettes</w:t>
      </w:r>
      <w:proofErr w:type="gramEnd"/>
    </w:p>
    <w:p w:rsidR="0088524D" w:rsidRDefault="0088524D" w:rsidP="0088524D">
      <w:pPr>
        <w:tabs>
          <w:tab w:val="left" w:pos="1134"/>
        </w:tabs>
        <w:rPr>
          <w:sz w:val="20"/>
          <w:szCs w:val="20"/>
        </w:rPr>
      </w:pPr>
    </w:p>
    <w:p w:rsidR="0088524D" w:rsidRDefault="0088524D" w:rsidP="0088524D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Terjedelem:</w:t>
      </w:r>
      <w:r>
        <w:rPr>
          <w:sz w:val="20"/>
          <w:szCs w:val="20"/>
        </w:rPr>
        <w:tab/>
        <w:t>1 oldal</w:t>
      </w:r>
    </w:p>
    <w:p w:rsidR="0088524D" w:rsidRPr="00521214" w:rsidRDefault="0088524D" w:rsidP="0088524D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Melléklet:</w:t>
      </w:r>
      <w:r>
        <w:rPr>
          <w:sz w:val="20"/>
          <w:szCs w:val="20"/>
        </w:rPr>
        <w:tab/>
        <w:t>műszaki leírás</w:t>
      </w:r>
    </w:p>
    <w:p w:rsidR="000626A1" w:rsidRPr="00E331A7" w:rsidRDefault="0088524D" w:rsidP="0088524D">
      <w:r>
        <w:rPr>
          <w:sz w:val="20"/>
          <w:szCs w:val="20"/>
        </w:rPr>
        <w:t xml:space="preserve">Kapják: </w:t>
      </w:r>
      <w:r>
        <w:rPr>
          <w:sz w:val="20"/>
          <w:szCs w:val="20"/>
        </w:rPr>
        <w:tab/>
        <w:t>c</w:t>
      </w:r>
      <w:r w:rsidRPr="00521214">
        <w:rPr>
          <w:sz w:val="20"/>
          <w:szCs w:val="20"/>
        </w:rPr>
        <w:t>ímzett (</w:t>
      </w:r>
      <w:r>
        <w:rPr>
          <w:sz w:val="20"/>
          <w:szCs w:val="20"/>
        </w:rPr>
        <w:t>e-mail</w:t>
      </w:r>
      <w:r w:rsidRPr="00521214">
        <w:rPr>
          <w:sz w:val="20"/>
          <w:szCs w:val="20"/>
        </w:rPr>
        <w:t>)</w:t>
      </w:r>
    </w:p>
    <w:p w:rsidR="000626A1" w:rsidRPr="00E331A7" w:rsidRDefault="000626A1" w:rsidP="00E331A7"/>
    <w:p w:rsidR="000626A1" w:rsidRPr="00E331A7" w:rsidRDefault="000626A1" w:rsidP="00E331A7"/>
    <w:p w:rsidR="000626A1" w:rsidRPr="00E331A7" w:rsidRDefault="000626A1" w:rsidP="00E331A7"/>
    <w:p w:rsidR="00E331A7" w:rsidRPr="00E331A7" w:rsidRDefault="00E331A7" w:rsidP="00E331A7"/>
    <w:p w:rsidR="00E331A7" w:rsidRPr="00E331A7" w:rsidRDefault="00E331A7" w:rsidP="00E331A7"/>
    <w:p w:rsidR="00E331A7" w:rsidRDefault="00E331A7" w:rsidP="002C2F73">
      <w:pPr>
        <w:tabs>
          <w:tab w:val="left" w:pos="1134"/>
        </w:tabs>
        <w:rPr>
          <w:sz w:val="20"/>
          <w:szCs w:val="20"/>
        </w:rPr>
      </w:pPr>
    </w:p>
    <w:p w:rsidR="00786BE2" w:rsidRDefault="00786BE2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Terjedelem:</w:t>
      </w:r>
      <w:r>
        <w:rPr>
          <w:sz w:val="20"/>
          <w:szCs w:val="20"/>
        </w:rPr>
        <w:tab/>
      </w:r>
      <w:r w:rsidR="00801248">
        <w:rPr>
          <w:sz w:val="20"/>
          <w:szCs w:val="20"/>
        </w:rPr>
        <w:t>1</w:t>
      </w:r>
      <w:r w:rsidRPr="00521214">
        <w:rPr>
          <w:sz w:val="20"/>
          <w:szCs w:val="20"/>
        </w:rPr>
        <w:t xml:space="preserve"> oldal (a kiadmányozó pótlap nélkül)</w:t>
      </w:r>
    </w:p>
    <w:p w:rsidR="00E331A7" w:rsidRPr="00521214" w:rsidRDefault="00E331A7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Melléklet:</w:t>
      </w:r>
      <w:r>
        <w:rPr>
          <w:sz w:val="20"/>
          <w:szCs w:val="20"/>
        </w:rPr>
        <w:tab/>
      </w:r>
    </w:p>
    <w:p w:rsidR="00786BE2" w:rsidRPr="00DC1016" w:rsidRDefault="00786BE2" w:rsidP="00087896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 xml:space="preserve">Kapják: </w:t>
      </w:r>
      <w:r>
        <w:rPr>
          <w:sz w:val="20"/>
          <w:szCs w:val="20"/>
        </w:rPr>
        <w:tab/>
        <w:t>c</w:t>
      </w:r>
      <w:r w:rsidRPr="00521214">
        <w:rPr>
          <w:sz w:val="20"/>
          <w:szCs w:val="20"/>
        </w:rPr>
        <w:t>ímzett (</w:t>
      </w:r>
      <w:r>
        <w:rPr>
          <w:sz w:val="20"/>
          <w:szCs w:val="20"/>
        </w:rPr>
        <w:t xml:space="preserve">biztonságos kézbesítési szolgáltatás útján - </w:t>
      </w:r>
      <w:r w:rsidRPr="00521214">
        <w:rPr>
          <w:sz w:val="20"/>
          <w:szCs w:val="20"/>
        </w:rPr>
        <w:t>Nova SZEÜSZ)</w:t>
      </w:r>
      <w:r w:rsidR="0011199B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ge">
                  <wp:posOffset>9363075</wp:posOffset>
                </wp:positionV>
                <wp:extent cx="6166485" cy="1268095"/>
                <wp:effectExtent l="0" t="0" r="5715" b="8255"/>
                <wp:wrapNone/>
                <wp:docPr id="4" name="Csoportba foglalá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66485" cy="1268095"/>
                          <a:chOff x="0" y="0"/>
                          <a:chExt cx="6164777" cy="1267090"/>
                        </a:xfrm>
                      </wpg:grpSpPr>
                      <wps:wsp>
                        <wps:cNvPr id="307" name="Szövegdoboz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077170" cy="1267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6BE2" w:rsidRPr="0058068C" w:rsidRDefault="00786BE2" w:rsidP="002C2F73">
                              <w:pPr>
                                <w:pStyle w:val="llb"/>
                                <w:tabs>
                                  <w:tab w:val="center" w:leader="underscore" w:pos="4536"/>
                                  <w:tab w:val="right" w:leader="underscore" w:pos="9072"/>
                                </w:tabs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Cím: 1149 Budapest, Mogyoródi út 43. </w:t>
                              </w:r>
                              <w:r>
                                <w:rPr>
                                  <w:rFonts w:ascii="Arial Unicode MS" w:eastAsia="Times New Roman" w:hAnsi="Arial Unicode MS" w:cs="Arial Unicode MS" w:hint="eastAsia"/>
                                  <w:sz w:val="20"/>
                                  <w:szCs w:val="20"/>
                                </w:rPr>
                                <w:t>✉</w:t>
                              </w:r>
                              <w:r>
                                <w:rPr>
                                  <w:rFonts w:ascii="Segoe UI Symbol" w:hAnsi="Segoe UI Symbol" w:cs="Segoe UI Symbol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1903 Budapest, Pf.: 314.</w:t>
                              </w:r>
                            </w:p>
                            <w:p w:rsidR="00786BE2" w:rsidRDefault="00CE265D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Telefon: +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36(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>1) 469-41</w:t>
                              </w:r>
                              <w:r w:rsidR="00786BE2">
                                <w:rPr>
                                  <w:sz w:val="20"/>
                                  <w:szCs w:val="20"/>
                                </w:rPr>
                                <w:t xml:space="preserve"> Fax: +36(1) 469-4137</w:t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E-mail: </w:t>
                              </w:r>
                              <w:hyperlink r:id="rId7" w:history="1">
                                <w:r w:rsidR="00CE265D" w:rsidRPr="00622FB0">
                                  <w:rPr>
                                    <w:rStyle w:val="Hiperhivatkozs"/>
                                    <w:rFonts w:cs="Calibri"/>
                                    <w:sz w:val="20"/>
                                    <w:szCs w:val="20"/>
                                  </w:rPr>
                                  <w:t>okf.muszaki@katved.gov.hu</w:t>
                                </w:r>
                              </w:hyperlink>
                            </w:p>
                            <w:p w:rsidR="00786BE2" w:rsidRPr="0029047B" w:rsidRDefault="00786BE2" w:rsidP="0029047B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Kép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0922" y="266700"/>
                            <a:ext cx="101385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soportba foglalás 4" o:spid="_x0000_s1026" style="position:absolute;left:0;text-align:left;margin-left:-12.35pt;margin-top:737.25pt;width:485.55pt;height:99.85pt;z-index:251658240;mso-position-vertical-relative:page" coordsize="61647,126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2" o:spid="_x0000_s1027" type="#_x0000_t202" style="position:absolute;width:60771;height:12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786BE2" w:rsidRPr="0058068C" w:rsidRDefault="00786BE2" w:rsidP="002C2F73">
                        <w:pPr>
                          <w:pStyle w:val="llb"/>
                          <w:tabs>
                            <w:tab w:val="center" w:leader="underscore" w:pos="4536"/>
                            <w:tab w:val="right" w:leader="underscore" w:pos="9072"/>
                          </w:tabs>
                          <w:rPr>
                            <w:sz w:val="20"/>
                            <w:szCs w:val="20"/>
                          </w:rPr>
                        </w:pP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Cím: 1149 Budapest, Mogyoródi út 43. </w:t>
                        </w:r>
                        <w:r>
                          <w:rPr>
                            <w:rFonts w:ascii="Arial Unicode MS" w:eastAsia="Times New Roman" w:hAnsi="Arial Unicode MS" w:cs="Arial Unicode MS" w:hint="eastAsia"/>
                            <w:sz w:val="20"/>
                            <w:szCs w:val="20"/>
                          </w:rPr>
                          <w:t>✉</w:t>
                        </w:r>
                        <w:r>
                          <w:rPr>
                            <w:rFonts w:ascii="Segoe UI Symbol" w:hAnsi="Segoe UI Symbol" w:cs="Segoe UI Symbol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sz w:val="20"/>
                            <w:szCs w:val="20"/>
                          </w:rPr>
                          <w:t>1903 Budapest, Pf.: 314.</w:t>
                        </w:r>
                      </w:p>
                      <w:p w:rsidR="00786BE2" w:rsidRDefault="00CE265D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Telefon: +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36(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1) 469-41</w:t>
                        </w:r>
                        <w:r w:rsidR="00786BE2">
                          <w:rPr>
                            <w:sz w:val="20"/>
                            <w:szCs w:val="20"/>
                          </w:rPr>
                          <w:t xml:space="preserve"> Fax: +36(1) 469-4137</w:t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E-mail: </w:t>
                        </w:r>
                        <w:hyperlink r:id="rId9" w:history="1">
                          <w:r w:rsidR="00CE265D" w:rsidRPr="00622FB0">
                            <w:rPr>
                              <w:rStyle w:val="Hiperhivatkozs"/>
                              <w:rFonts w:cs="Calibri"/>
                              <w:sz w:val="20"/>
                              <w:szCs w:val="20"/>
                            </w:rPr>
                            <w:t>okf.muszaki@katved.gov.hu</w:t>
                          </w:r>
                        </w:hyperlink>
                      </w:p>
                      <w:p w:rsidR="00786BE2" w:rsidRPr="0029047B" w:rsidRDefault="00786BE2" w:rsidP="0029047B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1" o:spid="_x0000_s1028" type="#_x0000_t75" style="position:absolute;left:51509;top:2667;width:10138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VVMzEAAAA2gAAAA8AAABkcnMvZG93bnJldi54bWxEj0FrwkAUhO+F/oflFXqrm0aQEt2ItBR7&#10;qKCxFLy9ZJ9JMPs27K4x/feuUPA4zMw3zGI5mk4M5HxrWcHrJAFBXFndcq3gZ//58gbCB2SNnWVS&#10;8EcelvnjwwIzbS+8o6EItYgQ9hkqaELoMyl91ZBBP7E9cfSO1hkMUbpaaoeXCDedTJNkJg22HBca&#10;7Om9oepUnI2C9Xe6Lc2M3GFzmH7sd4Ob/mKp1PPTuJqDCDSGe/i//aUVpHC7Em+AzK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bVVMzEAAAA2gAAAA8AAAAAAAAAAAAAAAAA&#10;nwIAAGRycy9kb3ducmV2LnhtbFBLBQYAAAAABAAEAPcAAACQAwAAAAA=&#10;">
                  <v:imagedata r:id="rId10" o:title=""/>
                  <v:path arrowok="t"/>
                </v:shape>
                <w10:wrap anchory="page"/>
              </v:group>
            </w:pict>
          </mc:Fallback>
        </mc:AlternateContent>
      </w:r>
    </w:p>
    <w:sectPr w:rsidR="00786BE2" w:rsidRPr="00DC1016" w:rsidSect="00801248">
      <w:headerReference w:type="default" r:id="rId11"/>
      <w:headerReference w:type="first" r:id="rId12"/>
      <w:footerReference w:type="first" r:id="rId13"/>
      <w:pgSz w:w="11900" w:h="16840" w:code="9"/>
      <w:pgMar w:top="1417" w:right="1417" w:bottom="851" w:left="1417" w:header="568" w:footer="271" w:gutter="0"/>
      <w:pgNumType w:fmt="numberInDash"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E3C" w:rsidRDefault="00EB4E3C" w:rsidP="00D632A1">
      <w:r>
        <w:separator/>
      </w:r>
    </w:p>
  </w:endnote>
  <w:endnote w:type="continuationSeparator" w:id="0">
    <w:p w:rsidR="00EB4E3C" w:rsidRDefault="00EB4E3C" w:rsidP="00D6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 w:rsidP="00977864">
    <w:pPr>
      <w:pStyle w:val="llb"/>
    </w:pPr>
  </w:p>
  <w:p w:rsidR="00786BE2" w:rsidRDefault="00786BE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E3C" w:rsidRDefault="00EB4E3C" w:rsidP="00D632A1">
      <w:r>
        <w:separator/>
      </w:r>
    </w:p>
  </w:footnote>
  <w:footnote w:type="continuationSeparator" w:id="0">
    <w:p w:rsidR="00EB4E3C" w:rsidRDefault="00EB4E3C" w:rsidP="00D63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>
    <w:pPr>
      <w:pStyle w:val="lfej"/>
    </w:pPr>
    <w:r>
      <w:tab/>
    </w:r>
  </w:p>
  <w:p w:rsidR="00786BE2" w:rsidRDefault="00786BE2">
    <w:pPr>
      <w:pStyle w:val="lfej"/>
    </w:pPr>
    <w:r>
      <w:tab/>
    </w:r>
    <w:r w:rsidR="009C45AF">
      <w:rPr>
        <w:noProof/>
      </w:rPr>
      <w:fldChar w:fldCharType="begin"/>
    </w:r>
    <w:r w:rsidR="009C45AF">
      <w:rPr>
        <w:noProof/>
      </w:rPr>
      <w:instrText>PAGE   \* MERGEFORMAT</w:instrText>
    </w:r>
    <w:r w:rsidR="009C45AF">
      <w:rPr>
        <w:noProof/>
      </w:rPr>
      <w:fldChar w:fldCharType="separate"/>
    </w:r>
    <w:r w:rsidR="00DF5543">
      <w:rPr>
        <w:noProof/>
      </w:rPr>
      <w:t>- 2 -</w:t>
    </w:r>
    <w:r w:rsidR="009C45AF">
      <w:rPr>
        <w:noProof/>
      </w:rPr>
      <w:fldChar w:fldCharType="end"/>
    </w:r>
  </w:p>
  <w:p w:rsidR="00786BE2" w:rsidRDefault="00786BE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11199B" w:rsidP="00087896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5721985" cy="71247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9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6BE2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BELÜGYMINISZTÉRIUM</w:t>
    </w:r>
  </w:p>
  <w:p w:rsidR="00786BE2" w:rsidRPr="005D6B11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ORSZÁGOS KATASZTRÓFAVÉDELMI FŐIGAZGATÓSÁG</w:t>
    </w:r>
  </w:p>
  <w:p w:rsidR="00CE265D" w:rsidRDefault="00CE265D" w:rsidP="00CE265D">
    <w:pPr>
      <w:pStyle w:val="lfej"/>
      <w:jc w:val="center"/>
      <w:rPr>
        <w:smallCaps/>
        <w:w w:val="90"/>
      </w:rPr>
    </w:pPr>
    <w:r>
      <w:rPr>
        <w:smallCaps/>
        <w:w w:val="90"/>
      </w:rPr>
      <w:t>MŰSZAKI FŐOSZTÁLY</w:t>
    </w:r>
  </w:p>
  <w:p w:rsidR="00786BE2" w:rsidRDefault="00786BE2">
    <w:pPr>
      <w:pStyle w:val="lfej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ocumentProtection w:edit="readOnly" w:enforcement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3C"/>
    <w:rsid w:val="00016AE7"/>
    <w:rsid w:val="000304B6"/>
    <w:rsid w:val="00037F3B"/>
    <w:rsid w:val="00042306"/>
    <w:rsid w:val="00046D1F"/>
    <w:rsid w:val="000626A1"/>
    <w:rsid w:val="00087896"/>
    <w:rsid w:val="00095D81"/>
    <w:rsid w:val="000A02BC"/>
    <w:rsid w:val="000A4762"/>
    <w:rsid w:val="000E1DF0"/>
    <w:rsid w:val="0011199B"/>
    <w:rsid w:val="00132AF1"/>
    <w:rsid w:val="00135FF9"/>
    <w:rsid w:val="00137AD9"/>
    <w:rsid w:val="00142D7F"/>
    <w:rsid w:val="00152A8F"/>
    <w:rsid w:val="001560B7"/>
    <w:rsid w:val="0016070C"/>
    <w:rsid w:val="0017410D"/>
    <w:rsid w:val="001910CC"/>
    <w:rsid w:val="001B5424"/>
    <w:rsid w:val="001C11D9"/>
    <w:rsid w:val="001C35D8"/>
    <w:rsid w:val="001C7D39"/>
    <w:rsid w:val="00237B3A"/>
    <w:rsid w:val="0024280A"/>
    <w:rsid w:val="00243742"/>
    <w:rsid w:val="00271CAB"/>
    <w:rsid w:val="0029047B"/>
    <w:rsid w:val="002C2D8F"/>
    <w:rsid w:val="002C2F73"/>
    <w:rsid w:val="002D014E"/>
    <w:rsid w:val="002F18EC"/>
    <w:rsid w:val="00306B59"/>
    <w:rsid w:val="00313927"/>
    <w:rsid w:val="00325875"/>
    <w:rsid w:val="00332208"/>
    <w:rsid w:val="003376F0"/>
    <w:rsid w:val="003647FF"/>
    <w:rsid w:val="00392563"/>
    <w:rsid w:val="003A7C06"/>
    <w:rsid w:val="003B13B8"/>
    <w:rsid w:val="003B4467"/>
    <w:rsid w:val="003B4863"/>
    <w:rsid w:val="00424523"/>
    <w:rsid w:val="004306D1"/>
    <w:rsid w:val="00444A18"/>
    <w:rsid w:val="00454D47"/>
    <w:rsid w:val="00476A16"/>
    <w:rsid w:val="00477F74"/>
    <w:rsid w:val="004A0F81"/>
    <w:rsid w:val="004A23D3"/>
    <w:rsid w:val="004B5BF6"/>
    <w:rsid w:val="004C34A8"/>
    <w:rsid w:val="004D3760"/>
    <w:rsid w:val="004F3C55"/>
    <w:rsid w:val="00503EAC"/>
    <w:rsid w:val="00504277"/>
    <w:rsid w:val="005126C4"/>
    <w:rsid w:val="00514306"/>
    <w:rsid w:val="0051797D"/>
    <w:rsid w:val="00521214"/>
    <w:rsid w:val="005269D5"/>
    <w:rsid w:val="005361E8"/>
    <w:rsid w:val="00541D55"/>
    <w:rsid w:val="00550DC1"/>
    <w:rsid w:val="00552C6B"/>
    <w:rsid w:val="00564B9E"/>
    <w:rsid w:val="00566EBC"/>
    <w:rsid w:val="0058068C"/>
    <w:rsid w:val="005D0E49"/>
    <w:rsid w:val="005D6B11"/>
    <w:rsid w:val="005F2C96"/>
    <w:rsid w:val="005F716A"/>
    <w:rsid w:val="0060748A"/>
    <w:rsid w:val="0062016D"/>
    <w:rsid w:val="006319C6"/>
    <w:rsid w:val="00636154"/>
    <w:rsid w:val="00643970"/>
    <w:rsid w:val="00645103"/>
    <w:rsid w:val="00662196"/>
    <w:rsid w:val="00664E97"/>
    <w:rsid w:val="00691C68"/>
    <w:rsid w:val="006B70A3"/>
    <w:rsid w:val="006D33F2"/>
    <w:rsid w:val="006D5231"/>
    <w:rsid w:val="006D5E64"/>
    <w:rsid w:val="006E2E6A"/>
    <w:rsid w:val="006F1EDA"/>
    <w:rsid w:val="006F7D3B"/>
    <w:rsid w:val="00704713"/>
    <w:rsid w:val="007345EA"/>
    <w:rsid w:val="007747A6"/>
    <w:rsid w:val="007830A8"/>
    <w:rsid w:val="00784D1D"/>
    <w:rsid w:val="007861F0"/>
    <w:rsid w:val="00786BE2"/>
    <w:rsid w:val="00796678"/>
    <w:rsid w:val="007A4F8E"/>
    <w:rsid w:val="00801248"/>
    <w:rsid w:val="00805D5A"/>
    <w:rsid w:val="00806D4F"/>
    <w:rsid w:val="00850830"/>
    <w:rsid w:val="00854B71"/>
    <w:rsid w:val="00854B90"/>
    <w:rsid w:val="00855703"/>
    <w:rsid w:val="00861069"/>
    <w:rsid w:val="00863383"/>
    <w:rsid w:val="008678E3"/>
    <w:rsid w:val="00881463"/>
    <w:rsid w:val="0088524D"/>
    <w:rsid w:val="008876E0"/>
    <w:rsid w:val="00890964"/>
    <w:rsid w:val="008A07EF"/>
    <w:rsid w:val="008A0806"/>
    <w:rsid w:val="008A2DE6"/>
    <w:rsid w:val="008E35C8"/>
    <w:rsid w:val="008E777F"/>
    <w:rsid w:val="008F368F"/>
    <w:rsid w:val="00926D3B"/>
    <w:rsid w:val="00935949"/>
    <w:rsid w:val="00947A66"/>
    <w:rsid w:val="009726E5"/>
    <w:rsid w:val="009743AE"/>
    <w:rsid w:val="009747A5"/>
    <w:rsid w:val="00977864"/>
    <w:rsid w:val="009B1C78"/>
    <w:rsid w:val="009B4364"/>
    <w:rsid w:val="009C45AF"/>
    <w:rsid w:val="009D4AF5"/>
    <w:rsid w:val="009E558D"/>
    <w:rsid w:val="009E720A"/>
    <w:rsid w:val="009F540B"/>
    <w:rsid w:val="009F5962"/>
    <w:rsid w:val="00A10CCF"/>
    <w:rsid w:val="00A22375"/>
    <w:rsid w:val="00A3356F"/>
    <w:rsid w:val="00A34DA1"/>
    <w:rsid w:val="00A37C7D"/>
    <w:rsid w:val="00A45484"/>
    <w:rsid w:val="00A5083C"/>
    <w:rsid w:val="00A63E4E"/>
    <w:rsid w:val="00A655DD"/>
    <w:rsid w:val="00AB27B7"/>
    <w:rsid w:val="00AB5FF5"/>
    <w:rsid w:val="00AC119C"/>
    <w:rsid w:val="00B00D0E"/>
    <w:rsid w:val="00B018AA"/>
    <w:rsid w:val="00B07245"/>
    <w:rsid w:val="00B206B9"/>
    <w:rsid w:val="00B3287F"/>
    <w:rsid w:val="00B42CC6"/>
    <w:rsid w:val="00B45E7B"/>
    <w:rsid w:val="00B477D4"/>
    <w:rsid w:val="00B5071D"/>
    <w:rsid w:val="00B71693"/>
    <w:rsid w:val="00BA7355"/>
    <w:rsid w:val="00BC5929"/>
    <w:rsid w:val="00BE3659"/>
    <w:rsid w:val="00BF195E"/>
    <w:rsid w:val="00BF2E37"/>
    <w:rsid w:val="00C01284"/>
    <w:rsid w:val="00C21B7F"/>
    <w:rsid w:val="00C2501F"/>
    <w:rsid w:val="00C5782B"/>
    <w:rsid w:val="00C76ABE"/>
    <w:rsid w:val="00C95DC6"/>
    <w:rsid w:val="00C95E97"/>
    <w:rsid w:val="00CB3415"/>
    <w:rsid w:val="00CC1E4E"/>
    <w:rsid w:val="00CC2380"/>
    <w:rsid w:val="00CE213F"/>
    <w:rsid w:val="00CE265D"/>
    <w:rsid w:val="00CE3DD2"/>
    <w:rsid w:val="00D03ED7"/>
    <w:rsid w:val="00D05344"/>
    <w:rsid w:val="00D064B8"/>
    <w:rsid w:val="00D132CC"/>
    <w:rsid w:val="00D20D8B"/>
    <w:rsid w:val="00D3026E"/>
    <w:rsid w:val="00D47525"/>
    <w:rsid w:val="00D632A1"/>
    <w:rsid w:val="00D63AF2"/>
    <w:rsid w:val="00D727B7"/>
    <w:rsid w:val="00D83A6A"/>
    <w:rsid w:val="00DA2AD7"/>
    <w:rsid w:val="00DB0CC0"/>
    <w:rsid w:val="00DB640C"/>
    <w:rsid w:val="00DC1016"/>
    <w:rsid w:val="00DE3BE3"/>
    <w:rsid w:val="00DF5543"/>
    <w:rsid w:val="00E05233"/>
    <w:rsid w:val="00E0540F"/>
    <w:rsid w:val="00E13644"/>
    <w:rsid w:val="00E331A7"/>
    <w:rsid w:val="00E42FDB"/>
    <w:rsid w:val="00E44F66"/>
    <w:rsid w:val="00E46127"/>
    <w:rsid w:val="00E51ACD"/>
    <w:rsid w:val="00E72268"/>
    <w:rsid w:val="00E966A9"/>
    <w:rsid w:val="00E970CD"/>
    <w:rsid w:val="00EB4E3C"/>
    <w:rsid w:val="00F11E58"/>
    <w:rsid w:val="00F21C53"/>
    <w:rsid w:val="00F37EF4"/>
    <w:rsid w:val="00F41760"/>
    <w:rsid w:val="00F62994"/>
    <w:rsid w:val="00F70609"/>
    <w:rsid w:val="00F86E4A"/>
    <w:rsid w:val="00FA24DD"/>
    <w:rsid w:val="00FD4389"/>
    <w:rsid w:val="00FE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243ABCF2-A8B0-4DEC-9A36-DE277780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4B71"/>
    <w:pPr>
      <w:jc w:val="both"/>
    </w:pPr>
    <w:rPr>
      <w:rFonts w:ascii="Times New Roman" w:hAnsi="Times New Roman" w:cs="Calibri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D632A1"/>
    <w:rPr>
      <w:rFonts w:cs="Times New Roman"/>
    </w:rPr>
  </w:style>
  <w:style w:type="paragraph" w:styleId="llb">
    <w:name w:val="footer"/>
    <w:basedOn w:val="Norml"/>
    <w:link w:val="llb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D632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D632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632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locked/>
    <w:rsid w:val="00977864"/>
    <w:rPr>
      <w:rFonts w:cs="Times New Roman"/>
      <w:color w:val="0000FF"/>
      <w:u w:val="single"/>
    </w:rPr>
  </w:style>
  <w:style w:type="paragraph" w:styleId="Alcm">
    <w:name w:val="Subtitle"/>
    <w:basedOn w:val="Norml"/>
    <w:link w:val="AlcmChar"/>
    <w:qFormat/>
    <w:rsid w:val="000626A1"/>
    <w:pPr>
      <w:pBdr>
        <w:bottom w:val="single" w:sz="4" w:space="1" w:color="auto"/>
      </w:pBdr>
      <w:tabs>
        <w:tab w:val="left" w:pos="4678"/>
      </w:tabs>
      <w:ind w:right="4394"/>
      <w:jc w:val="center"/>
    </w:pPr>
    <w:rPr>
      <w:rFonts w:ascii="Arial" w:eastAsia="Times New Roman" w:hAnsi="Arial" w:cs="Times New Roman"/>
      <w:b/>
      <w:sz w:val="22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0626A1"/>
    <w:rPr>
      <w:rFonts w:ascii="Arial" w:eastAsia="Times New Roman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kf.muszaki@katved.gov.h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okf.muszaki@katved.gov.h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uszaki%20Foosztaly\Dokumentumok\IRATMINT&#193;K\IRATMINT&#193;K%20M&#368;SZAKI%20F&#336;OSZT&#193;LY%202018\RZS%20M&#369;szaki%20F&#337;oszt&#225;ly%20kimen&#337;%20lev&#233;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786B6-9AA2-4949-AC17-B84F7C26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RZS Műszaki Főosztály kimenő levél</Template>
  <TotalTime>0</TotalTime>
  <Pages>1</Pages>
  <Words>157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OKF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Király Csaba</dc:creator>
  <cp:keywords>eletronikus iratminta</cp:keywords>
  <dc:description/>
  <cp:lastModifiedBy>Király Csaba</cp:lastModifiedBy>
  <cp:revision>4</cp:revision>
  <cp:lastPrinted>2019-01-11T10:16:00Z</cp:lastPrinted>
  <dcterms:created xsi:type="dcterms:W3CDTF">2019-01-11T10:16:00Z</dcterms:created>
  <dcterms:modified xsi:type="dcterms:W3CDTF">2019-02-21T08:00:00Z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0x010100FE0FB294467F034988DE07F92CBCA746</vt:lpwstr>
  </property>
</Properties>
</file>